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B8BE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1B41E6C5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A3ED79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7E2061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5105D58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FD9F3A0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1"/>
          <w:footerReference w:type="first" r:id="rId12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2764283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8681083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5B4E4A74" w14:textId="5D684AA3" w:rsidR="00BC7AE7" w:rsidRPr="00330C91" w:rsidRDefault="00BC7AE7" w:rsidP="00BC7AE7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D7383A">
        <w:rPr>
          <w:spacing w:val="0"/>
          <w:position w:val="0"/>
          <w:sz w:val="20"/>
        </w:rPr>
        <w:t>Tantely OÜ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658B2E50" w14:textId="77777777" w:rsidR="00BC7AE7" w:rsidRPr="00330C91" w:rsidRDefault="00BC7AE7" w:rsidP="00BC7AE7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77C9BAA" w14:textId="43E0D011" w:rsidR="00BC7AE7" w:rsidRPr="00330C91" w:rsidRDefault="00BC7AE7" w:rsidP="00BC7AE7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5E0AE9">
        <w:rPr>
          <w:spacing w:val="0"/>
          <w:position w:val="0"/>
          <w:sz w:val="20"/>
        </w:rPr>
        <w:t>202</w:t>
      </w:r>
      <w:r w:rsidR="00D7383A">
        <w:rPr>
          <w:spacing w:val="0"/>
          <w:position w:val="0"/>
          <w:sz w:val="20"/>
        </w:rPr>
        <w:t>5</w:t>
      </w:r>
      <w:r w:rsidR="00253B76">
        <w:rPr>
          <w:spacing w:val="0"/>
          <w:position w:val="0"/>
          <w:sz w:val="20"/>
        </w:rPr>
        <w:t>/</w:t>
      </w:r>
      <w:r w:rsidR="00D7383A">
        <w:rPr>
          <w:spacing w:val="0"/>
          <w:position w:val="0"/>
          <w:sz w:val="20"/>
        </w:rPr>
        <w:t>218</w:t>
      </w:r>
      <w:r w:rsidRPr="00330C91">
        <w:rPr>
          <w:spacing w:val="0"/>
          <w:position w:val="0"/>
          <w:sz w:val="20"/>
        </w:rPr>
        <w:t xml:space="preserve"> juurde</w:t>
      </w:r>
    </w:p>
    <w:p w14:paraId="726C921C" w14:textId="77777777" w:rsidR="005253F3" w:rsidRPr="00330C91" w:rsidRDefault="005253F3" w:rsidP="00A111CB">
      <w:pPr>
        <w:jc w:val="center"/>
      </w:pPr>
    </w:p>
    <w:p w14:paraId="4A2E35B5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69CF2C34" w14:textId="77777777" w:rsidR="005253F3" w:rsidRPr="00330C91" w:rsidRDefault="005253F3" w:rsidP="00D2770C">
      <w:pPr>
        <w:jc w:val="center"/>
        <w:rPr>
          <w:sz w:val="18"/>
        </w:rPr>
      </w:pPr>
    </w:p>
    <w:p w14:paraId="4BDFC3B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62645B35" w14:textId="77777777" w:rsidR="005253F3" w:rsidRPr="00330C91" w:rsidRDefault="005253F3" w:rsidP="005655A4">
      <w:pPr>
        <w:rPr>
          <w:sz w:val="18"/>
          <w:szCs w:val="18"/>
        </w:rPr>
      </w:pPr>
    </w:p>
    <w:p w14:paraId="3F0BF9A3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974C5F2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1FDAA5B0" w14:textId="33F9F5D1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DD32B4">
        <w:rPr>
          <w:sz w:val="20"/>
        </w:rPr>
        <w:t>0</w:t>
      </w:r>
      <w:r w:rsidR="00265796">
        <w:rPr>
          <w:sz w:val="20"/>
        </w:rPr>
        <w:t>7</w:t>
      </w:r>
      <w:r w:rsidR="00DD32B4">
        <w:rPr>
          <w:sz w:val="20"/>
        </w:rPr>
        <w:t>.</w:t>
      </w:r>
      <w:r w:rsidR="0081727B">
        <w:rPr>
          <w:sz w:val="20"/>
        </w:rPr>
        <w:t>10</w:t>
      </w:r>
      <w:r w:rsidR="00DD32B4">
        <w:rPr>
          <w:sz w:val="20"/>
        </w:rPr>
        <w:t>.202</w:t>
      </w:r>
      <w:r w:rsidR="0081727B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 w:rsidR="000403DE">
        <w:rPr>
          <w:sz w:val="20"/>
        </w:rPr>
        <w:t>n</w:t>
      </w:r>
      <w:r w:rsidR="009909DD">
        <w:rPr>
          <w:sz w:val="20"/>
        </w:rPr>
        <w:t>nistamise protokolli nr 3-3.4/</w:t>
      </w:r>
      <w:r w:rsidR="0081727B">
        <w:rPr>
          <w:sz w:val="20"/>
        </w:rPr>
        <w:t>15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="00691AED">
        <w:rPr>
          <w:bCs/>
          <w:sz w:val="20"/>
        </w:rPr>
        <w:t xml:space="preserve"> ko</w:t>
      </w:r>
      <w:r w:rsidR="005E0AE9">
        <w:rPr>
          <w:bCs/>
          <w:sz w:val="20"/>
        </w:rPr>
        <w:t xml:space="preserve">gus Tarneperioodil </w:t>
      </w:r>
      <w:r w:rsidR="0081727B">
        <w:rPr>
          <w:bCs/>
          <w:sz w:val="20"/>
        </w:rPr>
        <w:t>oktoober</w:t>
      </w:r>
      <w:r w:rsidR="00DD32B4">
        <w:rPr>
          <w:bCs/>
          <w:sz w:val="20"/>
        </w:rPr>
        <w:t xml:space="preserve"> </w:t>
      </w:r>
      <w:r w:rsidR="00061687">
        <w:rPr>
          <w:bCs/>
          <w:sz w:val="20"/>
        </w:rPr>
        <w:t>20</w:t>
      </w:r>
      <w:r w:rsidR="005E0AE9">
        <w:rPr>
          <w:bCs/>
          <w:sz w:val="20"/>
        </w:rPr>
        <w:t>2</w:t>
      </w:r>
      <w:r w:rsidR="0081727B">
        <w:rPr>
          <w:bCs/>
          <w:sz w:val="20"/>
        </w:rPr>
        <w:t>5</w:t>
      </w:r>
      <w:r w:rsidR="00DD32B4">
        <w:rPr>
          <w:bCs/>
          <w:sz w:val="20"/>
        </w:rPr>
        <w:t xml:space="preserve"> – </w:t>
      </w:r>
      <w:r w:rsidR="0081727B">
        <w:rPr>
          <w:bCs/>
          <w:sz w:val="20"/>
        </w:rPr>
        <w:t>detsember</w:t>
      </w:r>
      <w:r w:rsidR="00DD32B4">
        <w:rPr>
          <w:bCs/>
          <w:sz w:val="20"/>
        </w:rPr>
        <w:t xml:space="preserve"> 202</w:t>
      </w:r>
      <w:r w:rsidR="0081727B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3"/>
        <w:gridCol w:w="1464"/>
        <w:gridCol w:w="1774"/>
        <w:gridCol w:w="1750"/>
        <w:gridCol w:w="1150"/>
        <w:gridCol w:w="1150"/>
      </w:tblGrid>
      <w:tr w:rsidR="0041034E" w:rsidRPr="00330C91" w14:paraId="304213B0" w14:textId="77777777" w:rsidTr="00387B8F">
        <w:trPr>
          <w:trHeight w:val="255"/>
        </w:trPr>
        <w:tc>
          <w:tcPr>
            <w:tcW w:w="1323" w:type="pct"/>
            <w:noWrap/>
            <w:vAlign w:val="bottom"/>
          </w:tcPr>
          <w:p w14:paraId="22132370" w14:textId="77777777" w:rsidR="0041034E" w:rsidRPr="00330C91" w:rsidRDefault="0041034E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38" w:type="pct"/>
            <w:noWrap/>
            <w:vAlign w:val="bottom"/>
          </w:tcPr>
          <w:p w14:paraId="534332A3" w14:textId="77777777" w:rsidR="0041034E" w:rsidRPr="00330C91" w:rsidRDefault="0041034E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895" w:type="pct"/>
            <w:vAlign w:val="bottom"/>
          </w:tcPr>
          <w:p w14:paraId="53FA84D6" w14:textId="77777777" w:rsidR="0041034E" w:rsidRPr="00330C91" w:rsidRDefault="0041034E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883" w:type="pct"/>
          </w:tcPr>
          <w:p w14:paraId="02FDDA01" w14:textId="03B97909" w:rsidR="0041034E" w:rsidRPr="00330C91" w:rsidRDefault="00387B8F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N</w:t>
            </w:r>
            <w:r w:rsidR="0081727B">
              <w:rPr>
                <w:spacing w:val="0"/>
                <w:position w:val="0"/>
                <w:sz w:val="20"/>
                <w:lang w:eastAsia="et-EE"/>
              </w:rPr>
              <w:t>ovember</w:t>
            </w:r>
          </w:p>
        </w:tc>
        <w:tc>
          <w:tcPr>
            <w:tcW w:w="580" w:type="pct"/>
          </w:tcPr>
          <w:p w14:paraId="5FA11667" w14:textId="563E8C3D" w:rsidR="0041034E" w:rsidRPr="00330C91" w:rsidRDefault="0081727B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Detsember</w:t>
            </w:r>
          </w:p>
        </w:tc>
        <w:tc>
          <w:tcPr>
            <w:tcW w:w="580" w:type="pct"/>
            <w:noWrap/>
            <w:vAlign w:val="bottom"/>
          </w:tcPr>
          <w:p w14:paraId="1635FD46" w14:textId="77777777" w:rsidR="0041034E" w:rsidRPr="00330C91" w:rsidRDefault="0041034E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41034E" w:rsidRPr="00330C91" w14:paraId="06A4EFD0" w14:textId="77777777" w:rsidTr="00387B8F">
        <w:trPr>
          <w:trHeight w:val="255"/>
        </w:trPr>
        <w:tc>
          <w:tcPr>
            <w:tcW w:w="1323" w:type="pct"/>
            <w:noWrap/>
            <w:vAlign w:val="bottom"/>
          </w:tcPr>
          <w:p w14:paraId="71FA15AF" w14:textId="7D1DAB99" w:rsidR="0041034E" w:rsidRPr="00330C91" w:rsidRDefault="0041034E" w:rsidP="00F42F6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z w:val="20"/>
              </w:rPr>
              <w:t>Kasepaberipuit</w:t>
            </w:r>
          </w:p>
        </w:tc>
        <w:tc>
          <w:tcPr>
            <w:tcW w:w="738" w:type="pct"/>
            <w:noWrap/>
            <w:vAlign w:val="bottom"/>
          </w:tcPr>
          <w:p w14:paraId="221ED71B" w14:textId="77777777" w:rsidR="0041034E" w:rsidRPr="00330C91" w:rsidRDefault="0041034E" w:rsidP="00F42F6E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Kuningküla</w:t>
            </w:r>
          </w:p>
        </w:tc>
        <w:tc>
          <w:tcPr>
            <w:tcW w:w="895" w:type="pct"/>
          </w:tcPr>
          <w:p w14:paraId="142EFC74" w14:textId="77777777" w:rsidR="0041034E" w:rsidRPr="00330C91" w:rsidRDefault="0041034E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883" w:type="pct"/>
          </w:tcPr>
          <w:p w14:paraId="7CA97354" w14:textId="3CDABCFB" w:rsidR="0041034E" w:rsidRDefault="00387B8F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580" w:type="pct"/>
          </w:tcPr>
          <w:p w14:paraId="0BBA637E" w14:textId="74035BEA" w:rsidR="0041034E" w:rsidRDefault="0041034E" w:rsidP="00994A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80" w:type="pct"/>
            <w:noWrap/>
            <w:vAlign w:val="bottom"/>
          </w:tcPr>
          <w:p w14:paraId="51CED3EC" w14:textId="2B0B971B" w:rsidR="0041034E" w:rsidRPr="00330C91" w:rsidRDefault="00387B8F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387B8F" w:rsidRPr="00330C91" w14:paraId="2DF97BFF" w14:textId="77777777" w:rsidTr="00387B8F">
        <w:trPr>
          <w:trHeight w:val="255"/>
        </w:trPr>
        <w:tc>
          <w:tcPr>
            <w:tcW w:w="1323" w:type="pct"/>
            <w:noWrap/>
            <w:vAlign w:val="bottom"/>
          </w:tcPr>
          <w:p w14:paraId="7554A618" w14:textId="13986EDD" w:rsidR="00387B8F" w:rsidRDefault="00387B8F" w:rsidP="00387B8F">
            <w:pPr>
              <w:rPr>
                <w:sz w:val="20"/>
              </w:rPr>
            </w:pPr>
            <w:r>
              <w:rPr>
                <w:sz w:val="20"/>
              </w:rPr>
              <w:t>Küttepuit</w:t>
            </w:r>
          </w:p>
        </w:tc>
        <w:tc>
          <w:tcPr>
            <w:tcW w:w="738" w:type="pct"/>
            <w:noWrap/>
            <w:vAlign w:val="bottom"/>
          </w:tcPr>
          <w:p w14:paraId="4B74EAD1" w14:textId="15BF6C95" w:rsidR="00387B8F" w:rsidRDefault="00387B8F" w:rsidP="00387B8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Kuningküla</w:t>
            </w:r>
          </w:p>
        </w:tc>
        <w:tc>
          <w:tcPr>
            <w:tcW w:w="895" w:type="pct"/>
          </w:tcPr>
          <w:p w14:paraId="5F6136C1" w14:textId="6BB53F68" w:rsidR="00387B8F" w:rsidRDefault="00387B8F" w:rsidP="00387B8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883" w:type="pct"/>
          </w:tcPr>
          <w:p w14:paraId="2F7E7A5B" w14:textId="74974F7B" w:rsidR="00387B8F" w:rsidRDefault="00733780" w:rsidP="00387B8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580" w:type="pct"/>
          </w:tcPr>
          <w:p w14:paraId="2228D2A5" w14:textId="14D9EFD7" w:rsidR="00387B8F" w:rsidRDefault="00733780" w:rsidP="00387B8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200</w:t>
            </w:r>
          </w:p>
        </w:tc>
        <w:tc>
          <w:tcPr>
            <w:tcW w:w="580" w:type="pct"/>
            <w:noWrap/>
            <w:vAlign w:val="bottom"/>
          </w:tcPr>
          <w:p w14:paraId="1325D8C3" w14:textId="1197D049" w:rsidR="00387B8F" w:rsidRDefault="00733780" w:rsidP="00387B8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300</w:t>
            </w:r>
          </w:p>
        </w:tc>
      </w:tr>
    </w:tbl>
    <w:p w14:paraId="0090A155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4789F825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8C44DC"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13017B1D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3ADCB40B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</w:t>
      </w:r>
    </w:p>
    <w:p w14:paraId="3FF3DFCA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09DD2167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035717CE" w14:textId="77777777" w:rsidR="005253F3" w:rsidRPr="00330C91" w:rsidRDefault="005253F3" w:rsidP="00EB57EF">
      <w:pPr>
        <w:rPr>
          <w:b/>
          <w:sz w:val="20"/>
        </w:rPr>
      </w:pPr>
    </w:p>
    <w:p w14:paraId="3F38F3D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6EEFC7D" w14:textId="77777777" w:rsidR="005253F3" w:rsidRPr="00330C91" w:rsidRDefault="005253F3" w:rsidP="00EB57EF">
      <w:pPr>
        <w:rPr>
          <w:b/>
          <w:sz w:val="20"/>
        </w:rPr>
      </w:pPr>
    </w:p>
    <w:p w14:paraId="1958ED2D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38F9FCF" w14:textId="77777777" w:rsidR="005253F3" w:rsidRPr="00330C91" w:rsidRDefault="005253F3" w:rsidP="00EB57EF">
      <w:pPr>
        <w:rPr>
          <w:i/>
          <w:sz w:val="20"/>
        </w:rPr>
      </w:pPr>
    </w:p>
    <w:p w14:paraId="37F26E1D" w14:textId="77777777" w:rsidR="007F1A7F" w:rsidRPr="00330C91" w:rsidRDefault="007F1A7F" w:rsidP="007F1A7F">
      <w:pPr>
        <w:jc w:val="center"/>
        <w:rPr>
          <w:sz w:val="20"/>
        </w:rPr>
      </w:pPr>
    </w:p>
    <w:p w14:paraId="6A7724ED" w14:textId="4D85AF2B" w:rsidR="001E1033" w:rsidRPr="005E346A" w:rsidRDefault="001E1033" w:rsidP="001E1033">
      <w:pPr>
        <w:rPr>
          <w:sz w:val="20"/>
        </w:rPr>
      </w:pPr>
      <w:r w:rsidRPr="005E346A">
        <w:rPr>
          <w:sz w:val="20"/>
        </w:rPr>
        <w:t>Mart Enel</w:t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="00BF4A69">
        <w:rPr>
          <w:sz w:val="20"/>
        </w:rPr>
        <w:t xml:space="preserve">Jekaterina </w:t>
      </w:r>
      <w:r w:rsidR="00BF4A69" w:rsidRPr="0086378E">
        <w:rPr>
          <w:sz w:val="20"/>
        </w:rPr>
        <w:t>Š</w:t>
      </w:r>
      <w:r w:rsidR="00BF4A69">
        <w:rPr>
          <w:sz w:val="20"/>
        </w:rPr>
        <w:t>meljova</w:t>
      </w:r>
    </w:p>
    <w:p w14:paraId="77D0827E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4775F09F" w14:textId="77777777" w:rsidR="006C632F" w:rsidRPr="00330C91" w:rsidRDefault="006C632F" w:rsidP="006C632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Tantely OÜ </w:t>
      </w:r>
      <w:r w:rsidRPr="00330C91">
        <w:rPr>
          <w:spacing w:val="0"/>
          <w:position w:val="0"/>
          <w:sz w:val="20"/>
        </w:rPr>
        <w:t>vahelise</w:t>
      </w:r>
    </w:p>
    <w:p w14:paraId="129CDC41" w14:textId="77777777" w:rsidR="006C632F" w:rsidRPr="00330C91" w:rsidRDefault="006C632F" w:rsidP="006C632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6BA70F2" w14:textId="77777777" w:rsidR="006C632F" w:rsidRPr="00330C91" w:rsidRDefault="006C632F" w:rsidP="006C632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2025/218</w:t>
      </w:r>
      <w:r w:rsidRPr="00330C91">
        <w:rPr>
          <w:spacing w:val="0"/>
          <w:position w:val="0"/>
          <w:sz w:val="20"/>
        </w:rPr>
        <w:t xml:space="preserve"> juurde</w:t>
      </w:r>
    </w:p>
    <w:p w14:paraId="2C793A13" w14:textId="77777777" w:rsidR="000403DE" w:rsidRPr="00330C91" w:rsidRDefault="000403DE" w:rsidP="000403DE">
      <w:pPr>
        <w:ind w:left="5440" w:firstLine="680"/>
        <w:rPr>
          <w:spacing w:val="0"/>
          <w:position w:val="0"/>
          <w:sz w:val="20"/>
        </w:rPr>
      </w:pPr>
    </w:p>
    <w:p w14:paraId="41B5C2B8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74FBE22F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7E212101" w14:textId="77777777" w:rsidR="005253F3" w:rsidRPr="00330C91" w:rsidRDefault="005253F3" w:rsidP="00244AC9">
      <w:pPr>
        <w:rPr>
          <w:sz w:val="20"/>
        </w:rPr>
      </w:pPr>
    </w:p>
    <w:p w14:paraId="57FC0DFC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7BB168AA" w14:textId="77777777" w:rsidR="005253F3" w:rsidRPr="00330C91" w:rsidRDefault="005253F3" w:rsidP="00B30713">
      <w:pPr>
        <w:rPr>
          <w:sz w:val="18"/>
          <w:szCs w:val="18"/>
        </w:rPr>
      </w:pPr>
    </w:p>
    <w:p w14:paraId="60094614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ED26513" w14:textId="77777777" w:rsidR="0048760C" w:rsidRPr="00330C91" w:rsidRDefault="0048760C" w:rsidP="0048760C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487C74C0" w14:textId="77777777" w:rsidR="0048760C" w:rsidRPr="00330C91" w:rsidRDefault="0048760C" w:rsidP="0048760C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</w:t>
      </w:r>
      <w:r w:rsidR="00FB0AAD" w:rsidRPr="00FE307F">
        <w:rPr>
          <w:bCs/>
          <w:sz w:val="20"/>
        </w:rPr>
        <w:t xml:space="preserve">RMK </w:t>
      </w:r>
      <w:r w:rsidR="00FB0AAD">
        <w:rPr>
          <w:bCs/>
          <w:sz w:val="20"/>
        </w:rPr>
        <w:t>virnmaterjalide</w:t>
      </w:r>
      <w:r w:rsidR="00FB0AAD" w:rsidRPr="00FE307F">
        <w:rPr>
          <w:bCs/>
          <w:sz w:val="20"/>
        </w:rPr>
        <w:t xml:space="preserve"> standard“</w:t>
      </w:r>
      <w:r w:rsidR="00FB0AAD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6997C456" w14:textId="77777777" w:rsidR="0048760C" w:rsidRPr="00330C91" w:rsidRDefault="0048760C" w:rsidP="0048760C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48760C" w:rsidRPr="00330C91" w14:paraId="1C68D2A0" w14:textId="77777777" w:rsidTr="00AA079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83B" w14:textId="77777777" w:rsidR="0048760C" w:rsidRPr="00330C91" w:rsidRDefault="0048760C" w:rsidP="00AA079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BC56" w14:textId="77777777" w:rsidR="0048760C" w:rsidRPr="00330C91" w:rsidRDefault="0048760C" w:rsidP="00AA079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27A6" w14:textId="77777777" w:rsidR="0048760C" w:rsidRPr="00330C91" w:rsidRDefault="0048760C" w:rsidP="00AA079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079D" w14:textId="77777777" w:rsidR="0048760C" w:rsidRPr="00330C91" w:rsidRDefault="0048760C" w:rsidP="00AA0792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48760C" w:rsidRPr="00330C91" w14:paraId="6C3FD779" w14:textId="77777777" w:rsidTr="00FB0AA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0DA0" w14:textId="14636816" w:rsidR="0048760C" w:rsidRPr="00330C91" w:rsidRDefault="0041034E" w:rsidP="00AA0792">
            <w:pPr>
              <w:rPr>
                <w:bCs/>
                <w:sz w:val="20"/>
              </w:rPr>
            </w:pPr>
            <w:r>
              <w:rPr>
                <w:sz w:val="20"/>
              </w:rPr>
              <w:t>Kasepaberipuit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BA98" w14:textId="5D0AB046" w:rsidR="0048760C" w:rsidRPr="00330C91" w:rsidRDefault="0041034E" w:rsidP="00AA0792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3947AC">
              <w:rPr>
                <w:bCs/>
                <w:sz w:val="20"/>
              </w:rPr>
              <w:t>/</w:t>
            </w:r>
            <w:r>
              <w:rPr>
                <w:bCs/>
                <w:sz w:val="20"/>
              </w:rPr>
              <w:t>70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6EAB42A4" w14:textId="77777777" w:rsidR="0048760C" w:rsidRDefault="00463674" w:rsidP="00AA0792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  <w:p w14:paraId="3B287D39" w14:textId="77777777" w:rsidR="0048760C" w:rsidRPr="00330C91" w:rsidRDefault="0048760C" w:rsidP="00AA0792">
            <w:pPr>
              <w:rPr>
                <w:bCs/>
                <w:sz w:val="20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1B58C010" w14:textId="2A79B79F" w:rsidR="0048760C" w:rsidRDefault="0048760C" w:rsidP="00AA0792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 w:rsidR="0041034E">
              <w:rPr>
                <w:bCs/>
                <w:sz w:val="20"/>
              </w:rPr>
              <w:t>1</w:t>
            </w:r>
          </w:p>
          <w:p w14:paraId="36CCDCD0" w14:textId="1A860A55" w:rsidR="00463674" w:rsidRPr="00330C91" w:rsidRDefault="00463674" w:rsidP="00AA0792">
            <w:pPr>
              <w:rPr>
                <w:bCs/>
                <w:sz w:val="20"/>
              </w:rPr>
            </w:pPr>
          </w:p>
        </w:tc>
      </w:tr>
      <w:tr w:rsidR="00A23ED7" w:rsidRPr="00330C91" w14:paraId="6AB06327" w14:textId="77777777" w:rsidTr="00FB0AA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429C" w14:textId="7CE2C12E" w:rsidR="00A23ED7" w:rsidRDefault="00A23ED7" w:rsidP="00A23ED7">
            <w:pPr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z w:val="20"/>
              </w:rPr>
              <w:t>ütte</w:t>
            </w:r>
            <w:r>
              <w:rPr>
                <w:sz w:val="20"/>
              </w:rPr>
              <w:t>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37CF" w14:textId="5CAB2A07" w:rsidR="00A23ED7" w:rsidRDefault="00A23ED7" w:rsidP="00A23ED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>
              <w:rPr>
                <w:bCs/>
                <w:sz w:val="20"/>
              </w:rPr>
              <w:t>/70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4F966CDD" w14:textId="77777777" w:rsidR="00A23ED7" w:rsidRDefault="00A23ED7" w:rsidP="00A23ED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  <w:p w14:paraId="6D26D192" w14:textId="77777777" w:rsidR="00A23ED7" w:rsidRDefault="00A23ED7" w:rsidP="00A23ED7">
            <w:pPr>
              <w:rPr>
                <w:bCs/>
                <w:sz w:val="20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58DB3180" w14:textId="7667211F" w:rsidR="00A23ED7" w:rsidRDefault="00A23ED7" w:rsidP="00A23ED7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>
              <w:rPr>
                <w:bCs/>
                <w:sz w:val="20"/>
              </w:rPr>
              <w:t>6</w:t>
            </w:r>
          </w:p>
          <w:p w14:paraId="0542B1EC" w14:textId="77777777" w:rsidR="00A23ED7" w:rsidRPr="00330C91" w:rsidRDefault="00A23ED7" w:rsidP="00A23ED7">
            <w:pPr>
              <w:rPr>
                <w:bCs/>
                <w:sz w:val="20"/>
              </w:rPr>
            </w:pPr>
          </w:p>
        </w:tc>
      </w:tr>
    </w:tbl>
    <w:p w14:paraId="683A3AD6" w14:textId="77777777" w:rsidR="0048760C" w:rsidRPr="00330C91" w:rsidRDefault="0048760C" w:rsidP="0048760C">
      <w:pPr>
        <w:rPr>
          <w:b/>
          <w:bCs/>
          <w:sz w:val="20"/>
        </w:rPr>
      </w:pPr>
    </w:p>
    <w:p w14:paraId="1CF00394" w14:textId="77777777" w:rsidR="007340CD" w:rsidRDefault="0048760C" w:rsidP="0048760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Pr="00FE307F">
        <w:rPr>
          <w:bCs/>
          <w:sz w:val="20"/>
        </w:rPr>
        <w:t>RMK</w:t>
      </w:r>
      <w:r w:rsidR="00FB0AAD">
        <w:rPr>
          <w:bCs/>
          <w:sz w:val="20"/>
        </w:rPr>
        <w:t xml:space="preserve"> virn</w:t>
      </w:r>
      <w:r w:rsidR="007340CD">
        <w:rPr>
          <w:bCs/>
          <w:sz w:val="20"/>
        </w:rPr>
        <w:t>materjalide</w:t>
      </w:r>
      <w:r w:rsidR="00FB0AAD">
        <w:rPr>
          <w:bCs/>
          <w:sz w:val="20"/>
        </w:rPr>
        <w:t xml:space="preserve"> </w:t>
      </w:r>
      <w:r w:rsidRPr="00FE307F">
        <w:rPr>
          <w:bCs/>
          <w:sz w:val="20"/>
        </w:rPr>
        <w:t>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3EC60474" w14:textId="77777777" w:rsidR="005253F3" w:rsidRPr="00330C91" w:rsidRDefault="005253F3" w:rsidP="0048760C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DA5BF1D" w14:textId="77777777" w:rsidR="005253F3" w:rsidRPr="00330C91" w:rsidRDefault="005253F3" w:rsidP="00EB57EF">
      <w:pPr>
        <w:rPr>
          <w:b/>
          <w:sz w:val="20"/>
        </w:rPr>
      </w:pPr>
    </w:p>
    <w:p w14:paraId="6AA1A7BB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6AC95DC" w14:textId="77777777" w:rsidR="005253F3" w:rsidRPr="00330C91" w:rsidRDefault="005253F3" w:rsidP="00EB57EF">
      <w:pPr>
        <w:rPr>
          <w:sz w:val="20"/>
        </w:rPr>
      </w:pPr>
    </w:p>
    <w:p w14:paraId="35FE0C76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E30E827" w14:textId="77777777" w:rsidR="005253F3" w:rsidRPr="00330C91" w:rsidRDefault="005253F3" w:rsidP="00EB57EF">
      <w:pPr>
        <w:rPr>
          <w:i/>
          <w:sz w:val="20"/>
        </w:rPr>
      </w:pPr>
    </w:p>
    <w:p w14:paraId="6546FF7A" w14:textId="77777777" w:rsidR="007F1A7F" w:rsidRPr="00330C91" w:rsidRDefault="007F1A7F" w:rsidP="007F1A7F">
      <w:pPr>
        <w:jc w:val="center"/>
        <w:rPr>
          <w:sz w:val="20"/>
        </w:rPr>
      </w:pPr>
    </w:p>
    <w:p w14:paraId="6FC3C6F4" w14:textId="7B64A829" w:rsidR="001E1033" w:rsidRPr="005E346A" w:rsidRDefault="001E1033" w:rsidP="001E1033">
      <w:pPr>
        <w:rPr>
          <w:sz w:val="20"/>
        </w:rPr>
      </w:pPr>
      <w:r w:rsidRPr="005E346A">
        <w:rPr>
          <w:sz w:val="20"/>
        </w:rPr>
        <w:t>Mart Enel</w:t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="00BF4A69">
        <w:rPr>
          <w:sz w:val="20"/>
        </w:rPr>
        <w:t xml:space="preserve">Jekaterina </w:t>
      </w:r>
      <w:r w:rsidR="00BF4A69" w:rsidRPr="0086378E">
        <w:rPr>
          <w:sz w:val="20"/>
        </w:rPr>
        <w:t>Š</w:t>
      </w:r>
      <w:r w:rsidR="00BF4A69">
        <w:rPr>
          <w:sz w:val="20"/>
        </w:rPr>
        <w:t>meljova</w:t>
      </w:r>
    </w:p>
    <w:p w14:paraId="44B48476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34EDDA7" w14:textId="77777777" w:rsidR="006C632F" w:rsidRPr="00330C91" w:rsidRDefault="006C632F" w:rsidP="006C632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Tantely OÜ </w:t>
      </w:r>
      <w:r w:rsidRPr="00330C91">
        <w:rPr>
          <w:spacing w:val="0"/>
          <w:position w:val="0"/>
          <w:sz w:val="20"/>
        </w:rPr>
        <w:t>vahelise</w:t>
      </w:r>
    </w:p>
    <w:p w14:paraId="539A0F6E" w14:textId="77777777" w:rsidR="006C632F" w:rsidRPr="00330C91" w:rsidRDefault="006C632F" w:rsidP="006C632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84EDEE7" w14:textId="77777777" w:rsidR="006C632F" w:rsidRPr="00330C91" w:rsidRDefault="006C632F" w:rsidP="006C632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2025/218</w:t>
      </w:r>
      <w:r w:rsidRPr="00330C91">
        <w:rPr>
          <w:spacing w:val="0"/>
          <w:position w:val="0"/>
          <w:sz w:val="20"/>
        </w:rPr>
        <w:t xml:space="preserve"> juurde</w:t>
      </w:r>
    </w:p>
    <w:p w14:paraId="55707E1F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57A34BB1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2E9BBCBD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27A466AB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690376F3" w14:textId="77777777" w:rsidR="005253F3" w:rsidRPr="00330C91" w:rsidRDefault="005253F3" w:rsidP="00B30713">
      <w:pPr>
        <w:rPr>
          <w:sz w:val="18"/>
          <w:szCs w:val="18"/>
        </w:rPr>
      </w:pPr>
    </w:p>
    <w:p w14:paraId="44F73765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B1505D7" w14:textId="77777777" w:rsidR="005253F3" w:rsidRPr="00330C91" w:rsidRDefault="005253F3" w:rsidP="005655A4">
      <w:pPr>
        <w:rPr>
          <w:b/>
          <w:sz w:val="18"/>
        </w:rPr>
      </w:pPr>
    </w:p>
    <w:p w14:paraId="508DF560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710B4FC5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0"/>
        <w:gridCol w:w="2450"/>
        <w:gridCol w:w="2333"/>
        <w:gridCol w:w="1748"/>
      </w:tblGrid>
      <w:tr w:rsidR="009E19F4" w:rsidRPr="00330C91" w14:paraId="5B09C814" w14:textId="77777777" w:rsidTr="0041034E">
        <w:trPr>
          <w:trHeight w:val="277"/>
        </w:trPr>
        <w:tc>
          <w:tcPr>
            <w:tcW w:w="1705" w:type="pct"/>
            <w:vAlign w:val="bottom"/>
          </w:tcPr>
          <w:p w14:paraId="5A0027FC" w14:textId="77777777" w:rsidR="009E19F4" w:rsidRPr="00330C91" w:rsidRDefault="009E19F4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236" w:type="pct"/>
            <w:vAlign w:val="bottom"/>
          </w:tcPr>
          <w:p w14:paraId="530ACC48" w14:textId="77777777" w:rsidR="009E19F4" w:rsidRPr="00330C91" w:rsidRDefault="009E19F4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77" w:type="pct"/>
            <w:vAlign w:val="bottom"/>
          </w:tcPr>
          <w:p w14:paraId="604BC8E9" w14:textId="77777777" w:rsidR="009E19F4" w:rsidRPr="00330C91" w:rsidRDefault="009E19F4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882" w:type="pct"/>
          </w:tcPr>
          <w:p w14:paraId="56677BEB" w14:textId="77777777" w:rsidR="009E19F4" w:rsidRPr="00330C91" w:rsidRDefault="009E19F4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9E19F4" w:rsidRPr="00330C91" w14:paraId="5B30002C" w14:textId="77777777" w:rsidTr="0041034E">
        <w:trPr>
          <w:trHeight w:val="287"/>
        </w:trPr>
        <w:tc>
          <w:tcPr>
            <w:tcW w:w="1705" w:type="pct"/>
            <w:vAlign w:val="bottom"/>
          </w:tcPr>
          <w:p w14:paraId="214D7BB6" w14:textId="77777777" w:rsidR="009E19F4" w:rsidRDefault="00BC7AE7" w:rsidP="00BC7AE7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Kuningaküla</w:t>
            </w:r>
          </w:p>
        </w:tc>
        <w:tc>
          <w:tcPr>
            <w:tcW w:w="1236" w:type="pct"/>
          </w:tcPr>
          <w:p w14:paraId="348FC3CB" w14:textId="13137AE6" w:rsidR="009E19F4" w:rsidRDefault="0041034E" w:rsidP="002F4E8B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Kasepaberipuit</w:t>
            </w:r>
          </w:p>
        </w:tc>
        <w:tc>
          <w:tcPr>
            <w:tcW w:w="1177" w:type="pct"/>
            <w:vAlign w:val="bottom"/>
          </w:tcPr>
          <w:p w14:paraId="0A5711F3" w14:textId="77777777" w:rsidR="009E19F4" w:rsidRDefault="00B86F93" w:rsidP="00994A2C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882" w:type="pct"/>
          </w:tcPr>
          <w:p w14:paraId="49584A87" w14:textId="019102B9" w:rsidR="009E19F4" w:rsidRDefault="0041034E" w:rsidP="00994A2C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="00A23ED7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="00A23E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0</w:t>
            </w:r>
          </w:p>
        </w:tc>
      </w:tr>
      <w:tr w:rsidR="006C632F" w:rsidRPr="00330C91" w14:paraId="650A34F6" w14:textId="77777777" w:rsidTr="0041034E">
        <w:trPr>
          <w:trHeight w:val="287"/>
        </w:trPr>
        <w:tc>
          <w:tcPr>
            <w:tcW w:w="1705" w:type="pct"/>
            <w:vAlign w:val="bottom"/>
          </w:tcPr>
          <w:p w14:paraId="4E71CEBB" w14:textId="07602C13" w:rsidR="006C632F" w:rsidRDefault="006C632F" w:rsidP="006C632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Kuningaküla</w:t>
            </w:r>
          </w:p>
        </w:tc>
        <w:tc>
          <w:tcPr>
            <w:tcW w:w="1236" w:type="pct"/>
          </w:tcPr>
          <w:p w14:paraId="7F14B492" w14:textId="73A7C83F" w:rsidR="006C632F" w:rsidRDefault="006C632F" w:rsidP="006C632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z w:val="20"/>
              </w:rPr>
              <w:t>ütte</w:t>
            </w:r>
            <w:r>
              <w:rPr>
                <w:sz w:val="20"/>
              </w:rPr>
              <w:t>puit</w:t>
            </w:r>
          </w:p>
        </w:tc>
        <w:tc>
          <w:tcPr>
            <w:tcW w:w="1177" w:type="pct"/>
            <w:vAlign w:val="bottom"/>
          </w:tcPr>
          <w:p w14:paraId="586040AB" w14:textId="5ED25409" w:rsidR="006C632F" w:rsidRDefault="006C632F" w:rsidP="006C632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882" w:type="pct"/>
          </w:tcPr>
          <w:p w14:paraId="7F9DD53B" w14:textId="5A16607E" w:rsidR="006C632F" w:rsidRDefault="00A23ED7" w:rsidP="006C632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44,50</w:t>
            </w:r>
          </w:p>
        </w:tc>
      </w:tr>
    </w:tbl>
    <w:p w14:paraId="5B837DBC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5E7B88C3" w14:textId="676D269F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443A7728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11FA1CF7" w14:textId="25AAF410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5E0AE9">
        <w:rPr>
          <w:bCs/>
          <w:sz w:val="20"/>
        </w:rPr>
        <w:t>kuni</w:t>
      </w:r>
      <w:r w:rsidRPr="00330C91">
        <w:rPr>
          <w:bCs/>
          <w:sz w:val="20"/>
        </w:rPr>
        <w:t xml:space="preserve"> </w:t>
      </w:r>
      <w:r w:rsidR="0048760C">
        <w:rPr>
          <w:bCs/>
          <w:sz w:val="20"/>
        </w:rPr>
        <w:t>3</w:t>
      </w:r>
      <w:r w:rsidR="00BC7AE7">
        <w:rPr>
          <w:bCs/>
          <w:sz w:val="20"/>
        </w:rPr>
        <w:t>1</w:t>
      </w:r>
      <w:r w:rsidR="00B86F93">
        <w:rPr>
          <w:bCs/>
          <w:sz w:val="20"/>
        </w:rPr>
        <w:t>.</w:t>
      </w:r>
      <w:r w:rsidR="00A23ED7">
        <w:rPr>
          <w:bCs/>
          <w:sz w:val="20"/>
        </w:rPr>
        <w:t>12</w:t>
      </w:r>
      <w:r w:rsidR="009E19F4">
        <w:rPr>
          <w:bCs/>
          <w:sz w:val="20"/>
        </w:rPr>
        <w:t>.20</w:t>
      </w:r>
      <w:r w:rsidR="00691AED">
        <w:rPr>
          <w:bCs/>
          <w:sz w:val="20"/>
        </w:rPr>
        <w:t>2</w:t>
      </w:r>
      <w:r w:rsidR="00A23ED7">
        <w:rPr>
          <w:bCs/>
          <w:sz w:val="20"/>
        </w:rPr>
        <w:t>5</w:t>
      </w:r>
    </w:p>
    <w:p w14:paraId="4335E4A1" w14:textId="77777777" w:rsidR="005253F3" w:rsidRPr="00330C91" w:rsidRDefault="005253F3" w:rsidP="00B30713">
      <w:pPr>
        <w:rPr>
          <w:b/>
          <w:sz w:val="20"/>
        </w:rPr>
      </w:pPr>
    </w:p>
    <w:p w14:paraId="0590D77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0A6EE69" w14:textId="77777777" w:rsidR="005253F3" w:rsidRPr="00330C91" w:rsidRDefault="005253F3" w:rsidP="00EB57EF">
      <w:pPr>
        <w:rPr>
          <w:sz w:val="20"/>
        </w:rPr>
      </w:pPr>
    </w:p>
    <w:p w14:paraId="3F15077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4CD1BFB" w14:textId="77777777" w:rsidR="005253F3" w:rsidRPr="00330C91" w:rsidRDefault="005253F3" w:rsidP="00EB57EF">
      <w:pPr>
        <w:rPr>
          <w:sz w:val="20"/>
        </w:rPr>
      </w:pPr>
    </w:p>
    <w:p w14:paraId="6BB7304B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DC48B5B" w14:textId="77777777" w:rsidR="005253F3" w:rsidRPr="00330C91" w:rsidRDefault="005253F3" w:rsidP="00EB57EF">
      <w:pPr>
        <w:rPr>
          <w:sz w:val="20"/>
        </w:rPr>
      </w:pPr>
    </w:p>
    <w:p w14:paraId="2823014B" w14:textId="77777777" w:rsidR="007F1A7F" w:rsidRPr="00330C91" w:rsidRDefault="007F1A7F" w:rsidP="007F1A7F">
      <w:pPr>
        <w:jc w:val="center"/>
        <w:rPr>
          <w:sz w:val="20"/>
        </w:rPr>
      </w:pPr>
    </w:p>
    <w:p w14:paraId="61F56EFD" w14:textId="6D6E8E9E" w:rsidR="001E1033" w:rsidRPr="005E346A" w:rsidRDefault="001E1033" w:rsidP="001E1033">
      <w:pPr>
        <w:rPr>
          <w:sz w:val="20"/>
        </w:rPr>
      </w:pPr>
      <w:r w:rsidRPr="005E346A">
        <w:rPr>
          <w:sz w:val="20"/>
        </w:rPr>
        <w:t>Mart Enel</w:t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Pr="005E346A">
        <w:rPr>
          <w:sz w:val="20"/>
        </w:rPr>
        <w:tab/>
      </w:r>
      <w:r w:rsidR="00BF4A69">
        <w:rPr>
          <w:sz w:val="20"/>
        </w:rPr>
        <w:t xml:space="preserve">Jekaterina </w:t>
      </w:r>
      <w:r w:rsidR="00BF4A69" w:rsidRPr="0086378E">
        <w:rPr>
          <w:sz w:val="20"/>
        </w:rPr>
        <w:t>Š</w:t>
      </w:r>
      <w:r w:rsidR="00BF4A69">
        <w:rPr>
          <w:sz w:val="20"/>
        </w:rPr>
        <w:t>meljova</w:t>
      </w:r>
    </w:p>
    <w:p w14:paraId="1FAFCA76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9B274" w14:textId="77777777" w:rsidR="00AD378B" w:rsidRDefault="00AD378B">
      <w:r>
        <w:separator/>
      </w:r>
    </w:p>
  </w:endnote>
  <w:endnote w:type="continuationSeparator" w:id="0">
    <w:p w14:paraId="72711606" w14:textId="77777777" w:rsidR="00AD378B" w:rsidRDefault="00AD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9CC4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F59D5" w14:textId="77777777" w:rsidR="00AD378B" w:rsidRDefault="00AD378B">
      <w:r>
        <w:separator/>
      </w:r>
    </w:p>
  </w:footnote>
  <w:footnote w:type="continuationSeparator" w:id="0">
    <w:p w14:paraId="403FD8A4" w14:textId="77777777" w:rsidR="00AD378B" w:rsidRDefault="00AD3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F81DA" w14:textId="6635151C" w:rsidR="003C047F" w:rsidRPr="00E144F2" w:rsidRDefault="003C047F" w:rsidP="00AC6D1D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BF1817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9888629">
    <w:abstractNumId w:val="0"/>
  </w:num>
  <w:num w:numId="2" w16cid:durableId="751314973">
    <w:abstractNumId w:val="6"/>
  </w:num>
  <w:num w:numId="3" w16cid:durableId="1371104182">
    <w:abstractNumId w:val="5"/>
  </w:num>
  <w:num w:numId="4" w16cid:durableId="600529095">
    <w:abstractNumId w:val="8"/>
  </w:num>
  <w:num w:numId="5" w16cid:durableId="398676546">
    <w:abstractNumId w:val="9"/>
  </w:num>
  <w:num w:numId="6" w16cid:durableId="1872919537">
    <w:abstractNumId w:val="10"/>
  </w:num>
  <w:num w:numId="7" w16cid:durableId="1401294937">
    <w:abstractNumId w:val="11"/>
  </w:num>
  <w:num w:numId="8" w16cid:durableId="2129930103">
    <w:abstractNumId w:val="3"/>
  </w:num>
  <w:num w:numId="9" w16cid:durableId="1269896876">
    <w:abstractNumId w:val="4"/>
  </w:num>
  <w:num w:numId="10" w16cid:durableId="867176998">
    <w:abstractNumId w:val="1"/>
  </w:num>
  <w:num w:numId="11" w16cid:durableId="2069456015">
    <w:abstractNumId w:val="2"/>
  </w:num>
  <w:num w:numId="12" w16cid:durableId="154247166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03DE"/>
    <w:rsid w:val="00042140"/>
    <w:rsid w:val="0004317E"/>
    <w:rsid w:val="0004611F"/>
    <w:rsid w:val="000542FB"/>
    <w:rsid w:val="0005446F"/>
    <w:rsid w:val="0005586D"/>
    <w:rsid w:val="0005656E"/>
    <w:rsid w:val="000610EB"/>
    <w:rsid w:val="00061687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2405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52AA"/>
    <w:rsid w:val="000E5A64"/>
    <w:rsid w:val="000E6098"/>
    <w:rsid w:val="000F4314"/>
    <w:rsid w:val="000F6C46"/>
    <w:rsid w:val="001040E1"/>
    <w:rsid w:val="00106A8F"/>
    <w:rsid w:val="001073C0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73E49"/>
    <w:rsid w:val="00183D82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1033"/>
    <w:rsid w:val="001E23CC"/>
    <w:rsid w:val="001E2EBE"/>
    <w:rsid w:val="001E33A3"/>
    <w:rsid w:val="001F2AA7"/>
    <w:rsid w:val="001F424D"/>
    <w:rsid w:val="001F5D9F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3B76"/>
    <w:rsid w:val="002562CE"/>
    <w:rsid w:val="00256E72"/>
    <w:rsid w:val="00265796"/>
    <w:rsid w:val="00265D01"/>
    <w:rsid w:val="00275117"/>
    <w:rsid w:val="00277A7E"/>
    <w:rsid w:val="00280746"/>
    <w:rsid w:val="0028146B"/>
    <w:rsid w:val="00287977"/>
    <w:rsid w:val="00290D10"/>
    <w:rsid w:val="002910FC"/>
    <w:rsid w:val="0029511A"/>
    <w:rsid w:val="00296AE8"/>
    <w:rsid w:val="002A0FA8"/>
    <w:rsid w:val="002A1CCF"/>
    <w:rsid w:val="002A3541"/>
    <w:rsid w:val="002A5316"/>
    <w:rsid w:val="002B3228"/>
    <w:rsid w:val="002C2796"/>
    <w:rsid w:val="002C28C5"/>
    <w:rsid w:val="002C3086"/>
    <w:rsid w:val="002D6E2B"/>
    <w:rsid w:val="002E0A02"/>
    <w:rsid w:val="002E1392"/>
    <w:rsid w:val="002E6FB9"/>
    <w:rsid w:val="002F1618"/>
    <w:rsid w:val="002F3C88"/>
    <w:rsid w:val="002F4E8B"/>
    <w:rsid w:val="002F6AF8"/>
    <w:rsid w:val="00304352"/>
    <w:rsid w:val="00312D5E"/>
    <w:rsid w:val="00314AD1"/>
    <w:rsid w:val="003305F9"/>
    <w:rsid w:val="00330C91"/>
    <w:rsid w:val="003311F0"/>
    <w:rsid w:val="00340133"/>
    <w:rsid w:val="00340D62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87B8F"/>
    <w:rsid w:val="00390CA0"/>
    <w:rsid w:val="00394724"/>
    <w:rsid w:val="003947AC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2B6"/>
    <w:rsid w:val="003D65D5"/>
    <w:rsid w:val="003D74F1"/>
    <w:rsid w:val="003E3C19"/>
    <w:rsid w:val="003F03F4"/>
    <w:rsid w:val="003F3504"/>
    <w:rsid w:val="00402F9C"/>
    <w:rsid w:val="0040510B"/>
    <w:rsid w:val="00405AB4"/>
    <w:rsid w:val="0041034E"/>
    <w:rsid w:val="00412018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02B0"/>
    <w:rsid w:val="00463674"/>
    <w:rsid w:val="00464558"/>
    <w:rsid w:val="00467DE1"/>
    <w:rsid w:val="00470747"/>
    <w:rsid w:val="00475FBD"/>
    <w:rsid w:val="004764B2"/>
    <w:rsid w:val="004764DB"/>
    <w:rsid w:val="004772CA"/>
    <w:rsid w:val="0048760C"/>
    <w:rsid w:val="00487E5D"/>
    <w:rsid w:val="004958AA"/>
    <w:rsid w:val="004A46F5"/>
    <w:rsid w:val="004A641A"/>
    <w:rsid w:val="004B17C5"/>
    <w:rsid w:val="004B299F"/>
    <w:rsid w:val="004B44DF"/>
    <w:rsid w:val="004B4A1D"/>
    <w:rsid w:val="004C074B"/>
    <w:rsid w:val="004C2DDA"/>
    <w:rsid w:val="004C33CD"/>
    <w:rsid w:val="004C7ACC"/>
    <w:rsid w:val="004D054B"/>
    <w:rsid w:val="004D1234"/>
    <w:rsid w:val="004E0BD9"/>
    <w:rsid w:val="004E17FF"/>
    <w:rsid w:val="004F5E08"/>
    <w:rsid w:val="004F69EB"/>
    <w:rsid w:val="00500E42"/>
    <w:rsid w:val="0050533C"/>
    <w:rsid w:val="00507899"/>
    <w:rsid w:val="005107CB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206B"/>
    <w:rsid w:val="0058348A"/>
    <w:rsid w:val="0059149C"/>
    <w:rsid w:val="00592D37"/>
    <w:rsid w:val="005A23F1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0AE9"/>
    <w:rsid w:val="005E216A"/>
    <w:rsid w:val="005E37F8"/>
    <w:rsid w:val="005E756B"/>
    <w:rsid w:val="005F1009"/>
    <w:rsid w:val="005F3DB1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77C4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AED"/>
    <w:rsid w:val="00696ED7"/>
    <w:rsid w:val="006975E1"/>
    <w:rsid w:val="006A2FC1"/>
    <w:rsid w:val="006A6699"/>
    <w:rsid w:val="006C632F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6F7267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3780"/>
    <w:rsid w:val="007340C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49"/>
    <w:rsid w:val="00756B87"/>
    <w:rsid w:val="0077268A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A7F"/>
    <w:rsid w:val="007F1B76"/>
    <w:rsid w:val="007F3057"/>
    <w:rsid w:val="007F7BCE"/>
    <w:rsid w:val="00800CC0"/>
    <w:rsid w:val="00800E13"/>
    <w:rsid w:val="008059A8"/>
    <w:rsid w:val="0080670C"/>
    <w:rsid w:val="008127E0"/>
    <w:rsid w:val="0081727B"/>
    <w:rsid w:val="00826EFE"/>
    <w:rsid w:val="00827247"/>
    <w:rsid w:val="00832DCD"/>
    <w:rsid w:val="00832EEB"/>
    <w:rsid w:val="008403E7"/>
    <w:rsid w:val="00843F3A"/>
    <w:rsid w:val="00847ED8"/>
    <w:rsid w:val="00850D10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215C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7283"/>
    <w:rsid w:val="0091010D"/>
    <w:rsid w:val="009200AA"/>
    <w:rsid w:val="00925BC2"/>
    <w:rsid w:val="00930C5E"/>
    <w:rsid w:val="00933C09"/>
    <w:rsid w:val="009349BC"/>
    <w:rsid w:val="0093627A"/>
    <w:rsid w:val="0094001B"/>
    <w:rsid w:val="00956F59"/>
    <w:rsid w:val="00960CAC"/>
    <w:rsid w:val="0096632D"/>
    <w:rsid w:val="00971BD0"/>
    <w:rsid w:val="0097563D"/>
    <w:rsid w:val="00982697"/>
    <w:rsid w:val="009909DD"/>
    <w:rsid w:val="00990EC6"/>
    <w:rsid w:val="00994A2C"/>
    <w:rsid w:val="00996BAE"/>
    <w:rsid w:val="009A36F5"/>
    <w:rsid w:val="009A46DE"/>
    <w:rsid w:val="009B001E"/>
    <w:rsid w:val="009B1AF3"/>
    <w:rsid w:val="009B211D"/>
    <w:rsid w:val="009B5393"/>
    <w:rsid w:val="009B73A5"/>
    <w:rsid w:val="009C00B9"/>
    <w:rsid w:val="009C34E6"/>
    <w:rsid w:val="009C5BE1"/>
    <w:rsid w:val="009C74DA"/>
    <w:rsid w:val="009D58F6"/>
    <w:rsid w:val="009E10F0"/>
    <w:rsid w:val="009E19F4"/>
    <w:rsid w:val="009F3037"/>
    <w:rsid w:val="009F49BF"/>
    <w:rsid w:val="009F5A22"/>
    <w:rsid w:val="00A017B4"/>
    <w:rsid w:val="00A063F4"/>
    <w:rsid w:val="00A111CB"/>
    <w:rsid w:val="00A116B3"/>
    <w:rsid w:val="00A23ED7"/>
    <w:rsid w:val="00A24D92"/>
    <w:rsid w:val="00A24F99"/>
    <w:rsid w:val="00A256A9"/>
    <w:rsid w:val="00A27E88"/>
    <w:rsid w:val="00A32155"/>
    <w:rsid w:val="00A349F8"/>
    <w:rsid w:val="00A40642"/>
    <w:rsid w:val="00A414B4"/>
    <w:rsid w:val="00A41F98"/>
    <w:rsid w:val="00A47405"/>
    <w:rsid w:val="00A61444"/>
    <w:rsid w:val="00A624A3"/>
    <w:rsid w:val="00A63F9D"/>
    <w:rsid w:val="00A67C68"/>
    <w:rsid w:val="00A72A8F"/>
    <w:rsid w:val="00A74DFE"/>
    <w:rsid w:val="00A87494"/>
    <w:rsid w:val="00AA5327"/>
    <w:rsid w:val="00AA6160"/>
    <w:rsid w:val="00AA75FC"/>
    <w:rsid w:val="00AB2C10"/>
    <w:rsid w:val="00AB74BD"/>
    <w:rsid w:val="00AC051F"/>
    <w:rsid w:val="00AC15E1"/>
    <w:rsid w:val="00AC5502"/>
    <w:rsid w:val="00AC6D1D"/>
    <w:rsid w:val="00AD378B"/>
    <w:rsid w:val="00AD3838"/>
    <w:rsid w:val="00AD6183"/>
    <w:rsid w:val="00AF495D"/>
    <w:rsid w:val="00AF54A5"/>
    <w:rsid w:val="00B02924"/>
    <w:rsid w:val="00B072F1"/>
    <w:rsid w:val="00B10BC9"/>
    <w:rsid w:val="00B14D78"/>
    <w:rsid w:val="00B206BB"/>
    <w:rsid w:val="00B30713"/>
    <w:rsid w:val="00B37621"/>
    <w:rsid w:val="00B443E1"/>
    <w:rsid w:val="00B462ED"/>
    <w:rsid w:val="00B602BD"/>
    <w:rsid w:val="00B67410"/>
    <w:rsid w:val="00B67DA4"/>
    <w:rsid w:val="00B726B4"/>
    <w:rsid w:val="00B818AF"/>
    <w:rsid w:val="00B826AF"/>
    <w:rsid w:val="00B8365C"/>
    <w:rsid w:val="00B8580F"/>
    <w:rsid w:val="00B85B2C"/>
    <w:rsid w:val="00B86F93"/>
    <w:rsid w:val="00B87A01"/>
    <w:rsid w:val="00B923F1"/>
    <w:rsid w:val="00B92894"/>
    <w:rsid w:val="00B942D7"/>
    <w:rsid w:val="00BA549B"/>
    <w:rsid w:val="00BB2B18"/>
    <w:rsid w:val="00BB4753"/>
    <w:rsid w:val="00BC181B"/>
    <w:rsid w:val="00BC7AE7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1817"/>
    <w:rsid w:val="00BF2FD7"/>
    <w:rsid w:val="00BF4A69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1911"/>
    <w:rsid w:val="00C64B18"/>
    <w:rsid w:val="00C673EA"/>
    <w:rsid w:val="00C679DE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1595"/>
    <w:rsid w:val="00CE3708"/>
    <w:rsid w:val="00CE7437"/>
    <w:rsid w:val="00D00D20"/>
    <w:rsid w:val="00D02387"/>
    <w:rsid w:val="00D12D1A"/>
    <w:rsid w:val="00D13208"/>
    <w:rsid w:val="00D17975"/>
    <w:rsid w:val="00D21C46"/>
    <w:rsid w:val="00D24747"/>
    <w:rsid w:val="00D24A4E"/>
    <w:rsid w:val="00D24BEB"/>
    <w:rsid w:val="00D2560A"/>
    <w:rsid w:val="00D2770C"/>
    <w:rsid w:val="00D31A7F"/>
    <w:rsid w:val="00D41F11"/>
    <w:rsid w:val="00D428D7"/>
    <w:rsid w:val="00D42A42"/>
    <w:rsid w:val="00D43C66"/>
    <w:rsid w:val="00D474C1"/>
    <w:rsid w:val="00D514A5"/>
    <w:rsid w:val="00D521FD"/>
    <w:rsid w:val="00D54A31"/>
    <w:rsid w:val="00D54A53"/>
    <w:rsid w:val="00D54DAB"/>
    <w:rsid w:val="00D55934"/>
    <w:rsid w:val="00D606C9"/>
    <w:rsid w:val="00D626D1"/>
    <w:rsid w:val="00D63ACF"/>
    <w:rsid w:val="00D7383A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C51D9"/>
    <w:rsid w:val="00DD32B4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CFD"/>
    <w:rsid w:val="00E14EF3"/>
    <w:rsid w:val="00E20E38"/>
    <w:rsid w:val="00E265E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60A3"/>
    <w:rsid w:val="00ED071D"/>
    <w:rsid w:val="00ED29A4"/>
    <w:rsid w:val="00ED41E8"/>
    <w:rsid w:val="00EE00CE"/>
    <w:rsid w:val="00EE38B6"/>
    <w:rsid w:val="00EE3D8B"/>
    <w:rsid w:val="00EE7922"/>
    <w:rsid w:val="00EF0959"/>
    <w:rsid w:val="00EF1556"/>
    <w:rsid w:val="00EF1887"/>
    <w:rsid w:val="00EF28A0"/>
    <w:rsid w:val="00EF38AB"/>
    <w:rsid w:val="00EF4A2B"/>
    <w:rsid w:val="00F02C6C"/>
    <w:rsid w:val="00F06F1D"/>
    <w:rsid w:val="00F217C0"/>
    <w:rsid w:val="00F24893"/>
    <w:rsid w:val="00F25DC2"/>
    <w:rsid w:val="00F30908"/>
    <w:rsid w:val="00F425C7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0AAD"/>
    <w:rsid w:val="00FB2A8B"/>
    <w:rsid w:val="00FB780E"/>
    <w:rsid w:val="00FC1023"/>
    <w:rsid w:val="00FC16AB"/>
    <w:rsid w:val="00FC726B"/>
    <w:rsid w:val="00FD4EC7"/>
    <w:rsid w:val="00FD52DA"/>
    <w:rsid w:val="00FD6AFB"/>
    <w:rsid w:val="00FE11DC"/>
    <w:rsid w:val="00FE307F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94FEEBB"/>
  <w15:docId w15:val="{7EFDA718-4C55-4206-B859-EE9F680D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customStyle="1" w:styleId="h11">
    <w:name w:val="h11"/>
    <w:basedOn w:val="Liguvaikefont"/>
    <w:rsid w:val="0004611F"/>
    <w:rPr>
      <w:b/>
      <w:bCs/>
      <w:color w:val="55555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125fdab99a88c80f342baaae2b5d596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824f15246b4adee0e39b4d0c4c15b56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AC7D6B-4D64-4F1D-8C44-8954811E6A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F46F2-3145-4937-AB6C-5A869DB74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977780-47D6-4C20-80CF-4FB29A643A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12115C-4506-4C5B-83E1-4043E181898B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16</TotalTime>
  <Pages>3</Pages>
  <Words>342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3062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11</cp:revision>
  <cp:lastPrinted>2014-07-02T11:02:00Z</cp:lastPrinted>
  <dcterms:created xsi:type="dcterms:W3CDTF">2025-10-30T07:51:00Z</dcterms:created>
  <dcterms:modified xsi:type="dcterms:W3CDTF">2025-10-30T08:07:00Z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831800</vt:r8>
  </property>
  <property fmtid="{D5CDD505-2E9C-101B-9397-08002B2CF9AE}" pid="4" name="MediaServiceImageTags">
    <vt:lpwstr/>
  </property>
</Properties>
</file>